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030A2D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4325"/>
      </w:tblGrid>
      <w:tr w:rsidR="00BB76E0" w:rsidRPr="00BB76E0" w:rsidTr="00BB76E0">
        <w:tc>
          <w:tcPr>
            <w:tcW w:w="10173" w:type="dxa"/>
          </w:tcPr>
          <w:p w:rsidR="00BB76E0" w:rsidRPr="00BB76E0" w:rsidRDefault="00BB76E0" w:rsidP="00BB76E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5" w:type="dxa"/>
          </w:tcPr>
          <w:p w:rsidR="00BB76E0" w:rsidRPr="008867AA" w:rsidRDefault="00B400D1" w:rsidP="00BB76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4</w:t>
            </w:r>
          </w:p>
          <w:p w:rsidR="00BB76E0" w:rsidRPr="00BB76E0" w:rsidRDefault="00BB76E0" w:rsidP="00BB76E0">
            <w:pPr>
              <w:rPr>
                <w:rFonts w:ascii="Times New Roman" w:hAnsi="Times New Roman"/>
                <w:sz w:val="28"/>
                <w:szCs w:val="28"/>
              </w:rPr>
            </w:pPr>
            <w:r w:rsidRPr="00BB76E0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BB76E0" w:rsidRPr="00BB76E0" w:rsidRDefault="00BB76E0" w:rsidP="00BB76E0">
            <w:pPr>
              <w:rPr>
                <w:rFonts w:ascii="Times New Roman" w:hAnsi="Times New Roman"/>
                <w:sz w:val="28"/>
                <w:szCs w:val="28"/>
              </w:rPr>
            </w:pPr>
            <w:r w:rsidRPr="00BB76E0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BB76E0" w:rsidRPr="00BB76E0" w:rsidTr="00BB76E0">
        <w:tc>
          <w:tcPr>
            <w:tcW w:w="10173" w:type="dxa"/>
          </w:tcPr>
          <w:p w:rsidR="00BB76E0" w:rsidRPr="00BB76E0" w:rsidRDefault="00BB76E0" w:rsidP="00BB76E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5" w:type="dxa"/>
          </w:tcPr>
          <w:p w:rsidR="00BB76E0" w:rsidRPr="00BB76E0" w:rsidRDefault="00030A2D" w:rsidP="00BB76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26.03.2019 № 79</w:t>
            </w:r>
            <w:bookmarkStart w:id="0" w:name="_GoBack"/>
            <w:bookmarkEnd w:id="0"/>
          </w:p>
        </w:tc>
      </w:tr>
    </w:tbl>
    <w:p w:rsidR="00BB76E0" w:rsidRPr="008867AA" w:rsidRDefault="00BB76E0" w:rsidP="00BB76E0">
      <w:pPr>
        <w:rPr>
          <w:rFonts w:ascii="Times New Roman" w:hAnsi="Times New Roman"/>
          <w:sz w:val="28"/>
          <w:szCs w:val="28"/>
        </w:rPr>
      </w:pPr>
    </w:p>
    <w:p w:rsidR="00BB76E0" w:rsidRPr="008867AA" w:rsidRDefault="00BB76E0" w:rsidP="00BB76E0">
      <w:pPr>
        <w:rPr>
          <w:rFonts w:ascii="Times New Roman" w:hAnsi="Times New Roman"/>
          <w:sz w:val="28"/>
          <w:szCs w:val="28"/>
        </w:rPr>
      </w:pPr>
    </w:p>
    <w:p w:rsidR="00D4261B" w:rsidRDefault="00D4261B" w:rsidP="00BB76E0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  <w:r w:rsidRPr="00350158">
        <w:rPr>
          <w:rFonts w:ascii="Times New Roman" w:eastAsia="Calibri" w:hAnsi="Times New Roman"/>
          <w:sz w:val="28"/>
          <w:szCs w:val="28"/>
          <w:lang w:eastAsia="en-US"/>
        </w:rPr>
        <w:t>«5. Система программных мероприятий</w:t>
      </w:r>
    </w:p>
    <w:p w:rsidR="00814AF2" w:rsidRPr="00E55BE1" w:rsidRDefault="00814AF2" w:rsidP="00D4261B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14601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9"/>
        <w:gridCol w:w="1701"/>
        <w:gridCol w:w="1701"/>
        <w:gridCol w:w="1275"/>
        <w:gridCol w:w="710"/>
        <w:gridCol w:w="708"/>
        <w:gridCol w:w="709"/>
        <w:gridCol w:w="708"/>
        <w:gridCol w:w="709"/>
        <w:gridCol w:w="992"/>
        <w:gridCol w:w="2552"/>
      </w:tblGrid>
      <w:tr w:rsidR="00BA67F5" w:rsidRPr="00104AA5" w:rsidTr="00BB76E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7F5" w:rsidRPr="00104AA5" w:rsidRDefault="00BA67F5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 </w:t>
            </w:r>
          </w:p>
          <w:p w:rsidR="00BA67F5" w:rsidRPr="00104AA5" w:rsidRDefault="00BA67F5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7F5" w:rsidRPr="00104AA5" w:rsidRDefault="00BA67F5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Программные мероприятия, обеспечивающие выполнение задачи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7F5" w:rsidRPr="00104AA5" w:rsidRDefault="00BA67F5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Главные распорядители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7F5" w:rsidRPr="00104AA5" w:rsidRDefault="00BA67F5" w:rsidP="00E55BE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7F5" w:rsidRPr="00104AA5" w:rsidRDefault="00BA67F5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 финан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-сиро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7F5" w:rsidRPr="00104AA5" w:rsidRDefault="00BA67F5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Объемы финансирования, тыс. руб.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7F5" w:rsidRPr="00104AA5" w:rsidRDefault="00BA67F5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Ожидаемый результат</w:t>
            </w:r>
          </w:p>
        </w:tc>
      </w:tr>
      <w:tr w:rsidR="00BA67F5" w:rsidRPr="00104AA5" w:rsidTr="00BB76E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7F5" w:rsidRPr="00104AA5" w:rsidRDefault="00BA67F5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7F5" w:rsidRPr="00104AA5" w:rsidRDefault="00BA67F5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7F5" w:rsidRPr="00104AA5" w:rsidRDefault="00BA67F5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7F5" w:rsidRPr="00104AA5" w:rsidRDefault="00BA67F5" w:rsidP="003D2FC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7F5" w:rsidRPr="00104AA5" w:rsidRDefault="00BA67F5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7F5" w:rsidRPr="00104AA5" w:rsidRDefault="00BA67F5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8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7F5" w:rsidRPr="00104AA5" w:rsidRDefault="00BA67F5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7F5" w:rsidRPr="00104AA5" w:rsidRDefault="00BA67F5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A67F5" w:rsidRPr="00104AA5" w:rsidTr="00BB76E0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7F5" w:rsidRPr="00104AA5" w:rsidRDefault="00BA67F5" w:rsidP="003D2FC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7F5" w:rsidRPr="00104AA5" w:rsidRDefault="00BA67F5" w:rsidP="003D2FC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7F5" w:rsidRPr="00104AA5" w:rsidRDefault="00BA67F5" w:rsidP="003D2FC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7F5" w:rsidRPr="00104AA5" w:rsidRDefault="00BA67F5" w:rsidP="003D2FC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7F5" w:rsidRPr="00104AA5" w:rsidRDefault="00BA67F5" w:rsidP="003D2FC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67F5" w:rsidRPr="00104AA5" w:rsidRDefault="00BA67F5" w:rsidP="003D2FC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7F5" w:rsidRPr="00104AA5" w:rsidRDefault="00BA67F5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7F5" w:rsidRPr="00104AA5" w:rsidRDefault="00BA67F5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7F5" w:rsidRPr="00104AA5" w:rsidRDefault="00BA67F5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7F5" w:rsidRPr="00104AA5" w:rsidRDefault="00BA67F5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7F5" w:rsidRPr="00104AA5" w:rsidRDefault="00BA67F5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7F5" w:rsidRPr="00104AA5" w:rsidRDefault="00BA67F5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D4261B" w:rsidRPr="00814AF2" w:rsidRDefault="00D4261B" w:rsidP="00D4261B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"/>
          <w:szCs w:val="2"/>
          <w:lang w:eastAsia="en-US"/>
        </w:rPr>
      </w:pPr>
    </w:p>
    <w:tbl>
      <w:tblPr>
        <w:tblW w:w="14601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9"/>
        <w:gridCol w:w="1701"/>
        <w:gridCol w:w="1701"/>
        <w:gridCol w:w="1275"/>
        <w:gridCol w:w="710"/>
        <w:gridCol w:w="708"/>
        <w:gridCol w:w="709"/>
        <w:gridCol w:w="708"/>
        <w:gridCol w:w="709"/>
        <w:gridCol w:w="992"/>
        <w:gridCol w:w="2552"/>
      </w:tblGrid>
      <w:tr w:rsidR="00D4261B" w:rsidRPr="00104AA5" w:rsidTr="00BB76E0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</w:tr>
      <w:tr w:rsidR="00D4261B" w:rsidRPr="00104AA5" w:rsidTr="00BB76E0">
        <w:trPr>
          <w:cantSplit/>
          <w:trHeight w:val="44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814AF2" w:rsidRDefault="00D4261B" w:rsidP="00BB76E0">
            <w:pPr>
              <w:autoSpaceDE w:val="0"/>
              <w:autoSpaceDN w:val="0"/>
              <w:adjustRightInd w:val="0"/>
              <w:spacing w:line="228" w:lineRule="auto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14A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1. Вовлечение населения в осуществление местного самоуправления и совершенствование навыков органов местного самоуправления по подготовке и внедрению проектов местного значения с участием населения,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814AF2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</w:t>
            </w:r>
            <w:r w:rsidR="00D4261B"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инистерство по делам территориаль</w:t>
            </w:r>
            <w:r w:rsidR="00D4261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="00D4261B"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ных образований и общественных</w:t>
            </w:r>
            <w:r w:rsidR="00E55BE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объединений Рязанской области*</w:t>
            </w:r>
            <w:r w:rsidR="00D4261B"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министерство по делам территорий и информацион</w:t>
            </w:r>
            <w:r w:rsidR="00D4261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="00D4261B"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ной политике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814AF2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</w:t>
            </w:r>
            <w:r w:rsidR="00D4261B"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инистерство по делам территориаль</w:t>
            </w:r>
            <w:r w:rsidR="00D4261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="00D4261B"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ных образований и общественных объединений </w:t>
            </w:r>
            <w:r w:rsidR="00E55BE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Рязанской области*</w:t>
            </w:r>
            <w:r w:rsidR="00D4261B"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министерство по делам территорий и информацион</w:t>
            </w:r>
            <w:r w:rsidR="004C518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="00D4261B"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ной политике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бластной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8867AA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549997,0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9997,0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8867AA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150000</w:t>
            </w:r>
            <w:r w:rsidR="00D4261B"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8867AA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130000</w:t>
            </w:r>
            <w:r w:rsidR="00D4261B"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130000,0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814AF2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</w:t>
            </w:r>
            <w:r w:rsidR="00D4261B"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еализация не менее 3</w:t>
            </w:r>
            <w:r w:rsidR="00D4261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85</w:t>
            </w:r>
            <w:r w:rsidR="00D4261B"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проектов местных инициатив;</w:t>
            </w:r>
          </w:p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доведение количества ТОС, учрежденных на территории Рязанской области, до 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D4261B" w:rsidRPr="00104AA5" w:rsidTr="00BB76E0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Предоставление субсидий бюджетам муниципальных образований на выполнение мероприятий муниципальных программ (подпрограмм), направленных на реализацию проектов местных инициатив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министерство по делам территориаль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ных образований и общественных</w:t>
            </w:r>
            <w:r w:rsidR="00E55BE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объединений Рязанской области*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министерство по делам территорий и информацион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ной политике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министерство по делам территориаль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ных образований и общественных</w:t>
            </w:r>
            <w:r w:rsidR="00E55BE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объединений Рязанской области*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министерство по делам территорий и информацион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ной политике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бластной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8867AA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537250,0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127450,0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8867AA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147450,0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8867AA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127450,0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127450,0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D4261B" w:rsidRPr="00104AA5" w:rsidTr="00BB76E0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Проведение тематических семинаров, курсов, тренингов, научно-практических конференций с представителями органов местного самоуправления, общественности по вопросам реализации проектов местных инициатив и участия населения в осуществлении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министерство по делам территориаль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ных образований и общественных</w:t>
            </w:r>
            <w:r w:rsidR="00E55BE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объединений Рязанской области*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министерство по делам территорий и информацион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ной политике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министерство по делам территориаль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ных образований и общественных</w:t>
            </w:r>
            <w:r w:rsidR="00E55BE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объединений Рязанской области*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министерство по делам территорий и информацион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ной политике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бластной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EA0E37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 w:rsidR="00D4261B"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EA0E37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 w:rsidR="00D4261B"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EA0E37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 w:rsidR="00D4261B"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D4261B" w:rsidRPr="00104AA5" w:rsidTr="00BB76E0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Изготовление, размещение социальной рекламы, рекламно-информационных материалов, направленных на вовлечение населения в реализацию проектов местных инициатив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министерство по делам территориаль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ных образований и общественных</w:t>
            </w:r>
            <w:r w:rsidR="00D345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объединений Рязанской области</w:t>
            </w:r>
            <w:r w:rsidR="00E55BE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*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министерство по делам территорий и информацион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ной политике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министерство по делам территориаль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ных образований и общественных</w:t>
            </w:r>
            <w:r w:rsidR="00E55BE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объединений Рязанской области*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министерство по делам территорий и информацион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ной политике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бластной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D4261B" w:rsidRPr="00104AA5" w:rsidTr="00BB76E0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Проведение областных конкурсов, направленных на содействие участию населения в осуществлении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министерство по делам территориаль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ных образований и общественных объединений Рязанской области*, министерство по делам территорий и информацион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ной политике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министерство по делам территориаль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ных образований и общественных объединений Рязанской области*, министерство по делам территорий и информацион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ной политике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бластной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EA0E37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6300</w:t>
            </w:r>
            <w:r w:rsidR="00D4261B"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EA0E37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1400</w:t>
            </w:r>
            <w:r w:rsidR="00D4261B"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EA0E37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1400</w:t>
            </w:r>
            <w:r w:rsidR="00D4261B"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1F0B7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1400</w:t>
            </w:r>
            <w:r w:rsidR="00D4261B"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D4261B" w:rsidRPr="00104AA5" w:rsidTr="00BB76E0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Издание информационных материалов по вопросам развития территориального общественного самоуправления и иных форм участия населения в осуществлении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министерство по делам территориаль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ных образований и общественных объединений Рязанской области*, министерство по делам территорий и информацион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ной политике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министерство по делам территориаль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ных образований и общественных объединений Рязанской области*, министерство по делам территорий и информацион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ной политике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бластной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D4261B" w:rsidRPr="00104AA5" w:rsidTr="00BB76E0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 по подпрограмме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8867AA" w:rsidP="004C5185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549997,0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D4261B" w:rsidP="004C5185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9997,0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D4261B" w:rsidP="004C5185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8867AA" w:rsidP="004C5185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150000,0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8867AA" w:rsidP="004C5185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4261B" w:rsidRPr="00104AA5" w:rsidRDefault="00D4261B" w:rsidP="004C5185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130000,0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4261B" w:rsidRPr="00104AA5" w:rsidRDefault="00D4261B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E55BE1" w:rsidRPr="00BB76E0" w:rsidRDefault="00E55BE1" w:rsidP="00D4261B">
      <w:pPr>
        <w:pStyle w:val="ConsPlusNormal"/>
        <w:jc w:val="center"/>
        <w:outlineLvl w:val="2"/>
        <w:rPr>
          <w:rFonts w:ascii="Times New Roman" w:eastAsia="Calibri" w:hAnsi="Times New Roman"/>
          <w:sz w:val="12"/>
          <w:szCs w:val="12"/>
          <w:lang w:eastAsia="en-US"/>
        </w:rPr>
      </w:pPr>
    </w:p>
    <w:p w:rsidR="00411AC4" w:rsidRPr="002F2899" w:rsidRDefault="00E55BE1" w:rsidP="00BB76E0">
      <w:pPr>
        <w:pStyle w:val="ConsPlusNormal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*</w:t>
      </w:r>
      <w:r w:rsidR="00D4261B" w:rsidRPr="00350158">
        <w:rPr>
          <w:rFonts w:ascii="Times New Roman" w:eastAsia="Calibri" w:hAnsi="Times New Roman"/>
          <w:sz w:val="24"/>
          <w:szCs w:val="24"/>
          <w:lang w:eastAsia="en-US"/>
        </w:rPr>
        <w:t xml:space="preserve"> До реорганизации в министерство по делам территорий и информационной поли</w:t>
      </w:r>
      <w:r w:rsidR="00D4261B">
        <w:rPr>
          <w:rFonts w:ascii="Times New Roman" w:eastAsia="Calibri" w:hAnsi="Times New Roman"/>
          <w:sz w:val="24"/>
          <w:szCs w:val="24"/>
          <w:lang w:eastAsia="en-US"/>
        </w:rPr>
        <w:t>тике Рязанской области.»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sectPr w:rsidR="00411AC4" w:rsidRPr="002F2899" w:rsidSect="00030A2D">
      <w:headerReference w:type="default" r:id="rId12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D5E" w:rsidRDefault="00783D5E">
      <w:r>
        <w:separator/>
      </w:r>
    </w:p>
  </w:endnote>
  <w:endnote w:type="continuationSeparator" w:id="0">
    <w:p w:rsidR="00783D5E" w:rsidRDefault="00783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 w:rsidTr="000A6887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D966DD">
          <w:pPr>
            <w:pStyle w:val="a6"/>
          </w:pPr>
          <w:r>
            <w:rPr>
              <w:noProof/>
            </w:rPr>
            <w:drawing>
              <wp:inline distT="0" distB="0" distL="0" distR="0" wp14:anchorId="7C918975" wp14:editId="765338F3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0A6887" w:rsidRDefault="00D966DD" w:rsidP="000A6887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71BCAE3F" wp14:editId="6E759D59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0A6887" w:rsidRDefault="00030A2D" w:rsidP="000A6887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4183  27.03.2019 10:20:40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0A6887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0A6887" w:rsidRDefault="00876034" w:rsidP="000A6887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0A6887" w:rsidTr="000A6887">
      <w:tc>
        <w:tcPr>
          <w:tcW w:w="2538" w:type="dxa"/>
        </w:tcPr>
        <w:p w:rsidR="00876034" w:rsidRPr="000A6887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0A6887" w:rsidRDefault="00876034" w:rsidP="000A6887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0A6887" w:rsidRDefault="00876034" w:rsidP="000A6887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0A6887" w:rsidRDefault="00876034" w:rsidP="000A6887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D5E" w:rsidRDefault="00783D5E">
      <w:r>
        <w:separator/>
      </w:r>
    </w:p>
  </w:footnote>
  <w:footnote w:type="continuationSeparator" w:id="0">
    <w:p w:rsidR="00783D5E" w:rsidRDefault="00783D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5E39C1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5E39C1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030A2D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4pt;height:11.5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D0YHjOaU9gXDmnNm2N3iRzaU6zU=" w:salt="/lAIOVmCIORAfggrJCO+ig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887"/>
    <w:rsid w:val="0001360F"/>
    <w:rsid w:val="00017AC7"/>
    <w:rsid w:val="00020E0B"/>
    <w:rsid w:val="00030A2D"/>
    <w:rsid w:val="000331B3"/>
    <w:rsid w:val="00033413"/>
    <w:rsid w:val="000363A1"/>
    <w:rsid w:val="00037C0C"/>
    <w:rsid w:val="00037FA7"/>
    <w:rsid w:val="000502A3"/>
    <w:rsid w:val="00056DEB"/>
    <w:rsid w:val="00073A7A"/>
    <w:rsid w:val="00076D5E"/>
    <w:rsid w:val="00084DD3"/>
    <w:rsid w:val="000917C0"/>
    <w:rsid w:val="000A18FC"/>
    <w:rsid w:val="000A6887"/>
    <w:rsid w:val="000B0736"/>
    <w:rsid w:val="000C3626"/>
    <w:rsid w:val="000D6104"/>
    <w:rsid w:val="000D6582"/>
    <w:rsid w:val="00103516"/>
    <w:rsid w:val="00104AA5"/>
    <w:rsid w:val="00107D82"/>
    <w:rsid w:val="00114B94"/>
    <w:rsid w:val="00120B41"/>
    <w:rsid w:val="00122CFD"/>
    <w:rsid w:val="0014676A"/>
    <w:rsid w:val="00151370"/>
    <w:rsid w:val="00157A54"/>
    <w:rsid w:val="00162E72"/>
    <w:rsid w:val="00175BE5"/>
    <w:rsid w:val="001850F4"/>
    <w:rsid w:val="00190FF9"/>
    <w:rsid w:val="001947BE"/>
    <w:rsid w:val="001A1CA4"/>
    <w:rsid w:val="001A4AC5"/>
    <w:rsid w:val="001A560F"/>
    <w:rsid w:val="001B0982"/>
    <w:rsid w:val="001B32BA"/>
    <w:rsid w:val="001B5530"/>
    <w:rsid w:val="001E0317"/>
    <w:rsid w:val="001E20F1"/>
    <w:rsid w:val="001E7B78"/>
    <w:rsid w:val="001F0B71"/>
    <w:rsid w:val="001F12E8"/>
    <w:rsid w:val="001F228C"/>
    <w:rsid w:val="001F346E"/>
    <w:rsid w:val="001F64B8"/>
    <w:rsid w:val="001F7C83"/>
    <w:rsid w:val="00201795"/>
    <w:rsid w:val="00203046"/>
    <w:rsid w:val="00205AB5"/>
    <w:rsid w:val="00224DBA"/>
    <w:rsid w:val="00231F1C"/>
    <w:rsid w:val="0023761A"/>
    <w:rsid w:val="00242DDB"/>
    <w:rsid w:val="002479A2"/>
    <w:rsid w:val="0025610F"/>
    <w:rsid w:val="0026087E"/>
    <w:rsid w:val="00261DE0"/>
    <w:rsid w:val="00265420"/>
    <w:rsid w:val="00273E02"/>
    <w:rsid w:val="00274E14"/>
    <w:rsid w:val="00280A6D"/>
    <w:rsid w:val="00286ECA"/>
    <w:rsid w:val="002953B6"/>
    <w:rsid w:val="002A7A69"/>
    <w:rsid w:val="002B7A59"/>
    <w:rsid w:val="002C6B4B"/>
    <w:rsid w:val="002E3EF5"/>
    <w:rsid w:val="002E51A7"/>
    <w:rsid w:val="002E5A5F"/>
    <w:rsid w:val="002E7FDA"/>
    <w:rsid w:val="002F1E81"/>
    <w:rsid w:val="002F5553"/>
    <w:rsid w:val="002F584F"/>
    <w:rsid w:val="00310D92"/>
    <w:rsid w:val="00315B2A"/>
    <w:rsid w:val="003160CB"/>
    <w:rsid w:val="003222A3"/>
    <w:rsid w:val="00350158"/>
    <w:rsid w:val="00360A40"/>
    <w:rsid w:val="003870C2"/>
    <w:rsid w:val="003A020B"/>
    <w:rsid w:val="003A4F53"/>
    <w:rsid w:val="003C218D"/>
    <w:rsid w:val="003D3585"/>
    <w:rsid w:val="003D3B8A"/>
    <w:rsid w:val="003D3E42"/>
    <w:rsid w:val="003D54F8"/>
    <w:rsid w:val="003E2C5A"/>
    <w:rsid w:val="003F4F5E"/>
    <w:rsid w:val="00400906"/>
    <w:rsid w:val="00406726"/>
    <w:rsid w:val="00411AC4"/>
    <w:rsid w:val="004252BC"/>
    <w:rsid w:val="004256A2"/>
    <w:rsid w:val="0042590E"/>
    <w:rsid w:val="00437F65"/>
    <w:rsid w:val="00460170"/>
    <w:rsid w:val="00460FEA"/>
    <w:rsid w:val="004620CC"/>
    <w:rsid w:val="00464497"/>
    <w:rsid w:val="004734B7"/>
    <w:rsid w:val="00475ABD"/>
    <w:rsid w:val="00480344"/>
    <w:rsid w:val="00481B88"/>
    <w:rsid w:val="00485B4F"/>
    <w:rsid w:val="004862D1"/>
    <w:rsid w:val="004909E5"/>
    <w:rsid w:val="004A0D3A"/>
    <w:rsid w:val="004B2D5A"/>
    <w:rsid w:val="004B5A50"/>
    <w:rsid w:val="004C36E2"/>
    <w:rsid w:val="004C5185"/>
    <w:rsid w:val="004D293D"/>
    <w:rsid w:val="004F44FE"/>
    <w:rsid w:val="004F7DCE"/>
    <w:rsid w:val="00512A47"/>
    <w:rsid w:val="0051781F"/>
    <w:rsid w:val="00531939"/>
    <w:rsid w:val="00531C68"/>
    <w:rsid w:val="00532119"/>
    <w:rsid w:val="005335F3"/>
    <w:rsid w:val="00543C38"/>
    <w:rsid w:val="00543D2D"/>
    <w:rsid w:val="00545A3D"/>
    <w:rsid w:val="00546DBB"/>
    <w:rsid w:val="00553E0E"/>
    <w:rsid w:val="00561A5B"/>
    <w:rsid w:val="0057074C"/>
    <w:rsid w:val="00573FBF"/>
    <w:rsid w:val="00574FF3"/>
    <w:rsid w:val="00582538"/>
    <w:rsid w:val="005838EA"/>
    <w:rsid w:val="00585B94"/>
    <w:rsid w:val="00585EE1"/>
    <w:rsid w:val="00590C0E"/>
    <w:rsid w:val="005939E6"/>
    <w:rsid w:val="005A1FA3"/>
    <w:rsid w:val="005A4227"/>
    <w:rsid w:val="005B229B"/>
    <w:rsid w:val="005B3518"/>
    <w:rsid w:val="005C56AE"/>
    <w:rsid w:val="005C7449"/>
    <w:rsid w:val="005E39C1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5EE5"/>
    <w:rsid w:val="006471E5"/>
    <w:rsid w:val="00671D3B"/>
    <w:rsid w:val="00684A5B"/>
    <w:rsid w:val="006967DF"/>
    <w:rsid w:val="006A1F71"/>
    <w:rsid w:val="006B6A53"/>
    <w:rsid w:val="006F328B"/>
    <w:rsid w:val="006F5886"/>
    <w:rsid w:val="007005B3"/>
    <w:rsid w:val="00707734"/>
    <w:rsid w:val="00707E19"/>
    <w:rsid w:val="00712F7C"/>
    <w:rsid w:val="0072328A"/>
    <w:rsid w:val="007377B5"/>
    <w:rsid w:val="00746CC2"/>
    <w:rsid w:val="00754711"/>
    <w:rsid w:val="00760323"/>
    <w:rsid w:val="00765600"/>
    <w:rsid w:val="00783D5E"/>
    <w:rsid w:val="00791C9F"/>
    <w:rsid w:val="00792AAB"/>
    <w:rsid w:val="00793B47"/>
    <w:rsid w:val="007A1D0C"/>
    <w:rsid w:val="007A2A7B"/>
    <w:rsid w:val="007C0369"/>
    <w:rsid w:val="007C226B"/>
    <w:rsid w:val="007D4925"/>
    <w:rsid w:val="007D5EFF"/>
    <w:rsid w:val="007E50D5"/>
    <w:rsid w:val="007F0C8A"/>
    <w:rsid w:val="007F11AB"/>
    <w:rsid w:val="007F3E3C"/>
    <w:rsid w:val="00806FFE"/>
    <w:rsid w:val="00814368"/>
    <w:rsid w:val="008143CB"/>
    <w:rsid w:val="00814AF2"/>
    <w:rsid w:val="008233DF"/>
    <w:rsid w:val="00823CA1"/>
    <w:rsid w:val="008513B9"/>
    <w:rsid w:val="00851C6B"/>
    <w:rsid w:val="008702D3"/>
    <w:rsid w:val="00876034"/>
    <w:rsid w:val="00880FB1"/>
    <w:rsid w:val="008827E7"/>
    <w:rsid w:val="008867AA"/>
    <w:rsid w:val="008927F6"/>
    <w:rsid w:val="008960BA"/>
    <w:rsid w:val="008A1696"/>
    <w:rsid w:val="008B38F8"/>
    <w:rsid w:val="008B41EB"/>
    <w:rsid w:val="008B7B3B"/>
    <w:rsid w:val="008C58FE"/>
    <w:rsid w:val="008C7EF4"/>
    <w:rsid w:val="008E47ED"/>
    <w:rsid w:val="008E6C41"/>
    <w:rsid w:val="008F0816"/>
    <w:rsid w:val="008F20EA"/>
    <w:rsid w:val="008F3907"/>
    <w:rsid w:val="008F6BB7"/>
    <w:rsid w:val="00900F42"/>
    <w:rsid w:val="009058DB"/>
    <w:rsid w:val="00907674"/>
    <w:rsid w:val="00910CB8"/>
    <w:rsid w:val="00924082"/>
    <w:rsid w:val="00932E3C"/>
    <w:rsid w:val="00947171"/>
    <w:rsid w:val="009529CA"/>
    <w:rsid w:val="009573D3"/>
    <w:rsid w:val="00971923"/>
    <w:rsid w:val="00975AEB"/>
    <w:rsid w:val="009977FF"/>
    <w:rsid w:val="009A085B"/>
    <w:rsid w:val="009A23C1"/>
    <w:rsid w:val="009A3C4C"/>
    <w:rsid w:val="009A441B"/>
    <w:rsid w:val="009C1DE6"/>
    <w:rsid w:val="009C1F0E"/>
    <w:rsid w:val="009D3E8C"/>
    <w:rsid w:val="009E3A0E"/>
    <w:rsid w:val="009F1F04"/>
    <w:rsid w:val="00A1314B"/>
    <w:rsid w:val="00A13160"/>
    <w:rsid w:val="00A137D3"/>
    <w:rsid w:val="00A3659D"/>
    <w:rsid w:val="00A42E3A"/>
    <w:rsid w:val="00A44A8F"/>
    <w:rsid w:val="00A46B5A"/>
    <w:rsid w:val="00A51D96"/>
    <w:rsid w:val="00A57DCD"/>
    <w:rsid w:val="00A93387"/>
    <w:rsid w:val="00A9508A"/>
    <w:rsid w:val="00A96F84"/>
    <w:rsid w:val="00AB0FE5"/>
    <w:rsid w:val="00AC13DF"/>
    <w:rsid w:val="00AC23B0"/>
    <w:rsid w:val="00AC283B"/>
    <w:rsid w:val="00AC3953"/>
    <w:rsid w:val="00AC7150"/>
    <w:rsid w:val="00AE1DCA"/>
    <w:rsid w:val="00AF5F7C"/>
    <w:rsid w:val="00B01A53"/>
    <w:rsid w:val="00B02207"/>
    <w:rsid w:val="00B03403"/>
    <w:rsid w:val="00B04217"/>
    <w:rsid w:val="00B10324"/>
    <w:rsid w:val="00B376B1"/>
    <w:rsid w:val="00B400D1"/>
    <w:rsid w:val="00B479C7"/>
    <w:rsid w:val="00B5744F"/>
    <w:rsid w:val="00B578AE"/>
    <w:rsid w:val="00B620D9"/>
    <w:rsid w:val="00B633DB"/>
    <w:rsid w:val="00B639ED"/>
    <w:rsid w:val="00B66A8C"/>
    <w:rsid w:val="00B8061C"/>
    <w:rsid w:val="00B83BA2"/>
    <w:rsid w:val="00B853AA"/>
    <w:rsid w:val="00B875BF"/>
    <w:rsid w:val="00B902BB"/>
    <w:rsid w:val="00B91F62"/>
    <w:rsid w:val="00BA67F5"/>
    <w:rsid w:val="00BB2C98"/>
    <w:rsid w:val="00BB76E0"/>
    <w:rsid w:val="00BC22B0"/>
    <w:rsid w:val="00BD0B82"/>
    <w:rsid w:val="00BD21A0"/>
    <w:rsid w:val="00BD2581"/>
    <w:rsid w:val="00BE53A6"/>
    <w:rsid w:val="00BF4F5F"/>
    <w:rsid w:val="00C04EEB"/>
    <w:rsid w:val="00C075A4"/>
    <w:rsid w:val="00C10F12"/>
    <w:rsid w:val="00C11826"/>
    <w:rsid w:val="00C37EDA"/>
    <w:rsid w:val="00C46D42"/>
    <w:rsid w:val="00C50C32"/>
    <w:rsid w:val="00C52F6A"/>
    <w:rsid w:val="00C60178"/>
    <w:rsid w:val="00C61760"/>
    <w:rsid w:val="00C63CD6"/>
    <w:rsid w:val="00C87D95"/>
    <w:rsid w:val="00C9077A"/>
    <w:rsid w:val="00C90A2B"/>
    <w:rsid w:val="00C95CD2"/>
    <w:rsid w:val="00CA051B"/>
    <w:rsid w:val="00CB3CBE"/>
    <w:rsid w:val="00CB4FCC"/>
    <w:rsid w:val="00CF03D8"/>
    <w:rsid w:val="00CF2284"/>
    <w:rsid w:val="00D015D5"/>
    <w:rsid w:val="00D03D68"/>
    <w:rsid w:val="00D16629"/>
    <w:rsid w:val="00D266DD"/>
    <w:rsid w:val="00D30614"/>
    <w:rsid w:val="00D32B04"/>
    <w:rsid w:val="00D3453F"/>
    <w:rsid w:val="00D374E7"/>
    <w:rsid w:val="00D4261B"/>
    <w:rsid w:val="00D63949"/>
    <w:rsid w:val="00D652E7"/>
    <w:rsid w:val="00D77BCF"/>
    <w:rsid w:val="00D84394"/>
    <w:rsid w:val="00D95E55"/>
    <w:rsid w:val="00D966DD"/>
    <w:rsid w:val="00DB348B"/>
    <w:rsid w:val="00DB3664"/>
    <w:rsid w:val="00DB5402"/>
    <w:rsid w:val="00DC16FB"/>
    <w:rsid w:val="00DC4A65"/>
    <w:rsid w:val="00DC4F66"/>
    <w:rsid w:val="00DF5BD8"/>
    <w:rsid w:val="00E10B44"/>
    <w:rsid w:val="00E11F02"/>
    <w:rsid w:val="00E144DE"/>
    <w:rsid w:val="00E20036"/>
    <w:rsid w:val="00E23A75"/>
    <w:rsid w:val="00E2726B"/>
    <w:rsid w:val="00E27C13"/>
    <w:rsid w:val="00E37801"/>
    <w:rsid w:val="00E46EAA"/>
    <w:rsid w:val="00E5038C"/>
    <w:rsid w:val="00E50B69"/>
    <w:rsid w:val="00E5298B"/>
    <w:rsid w:val="00E55BE1"/>
    <w:rsid w:val="00E56EFB"/>
    <w:rsid w:val="00E6458F"/>
    <w:rsid w:val="00E7242D"/>
    <w:rsid w:val="00E87E25"/>
    <w:rsid w:val="00E92FF1"/>
    <w:rsid w:val="00EA04F1"/>
    <w:rsid w:val="00EA0E37"/>
    <w:rsid w:val="00EA2FD3"/>
    <w:rsid w:val="00EB7CE9"/>
    <w:rsid w:val="00EC433F"/>
    <w:rsid w:val="00EC7250"/>
    <w:rsid w:val="00ED1FDE"/>
    <w:rsid w:val="00ED2887"/>
    <w:rsid w:val="00F06EFB"/>
    <w:rsid w:val="00F1529E"/>
    <w:rsid w:val="00F16F07"/>
    <w:rsid w:val="00F45975"/>
    <w:rsid w:val="00F45B7C"/>
    <w:rsid w:val="00F45FCE"/>
    <w:rsid w:val="00F53115"/>
    <w:rsid w:val="00F54EC9"/>
    <w:rsid w:val="00F9334F"/>
    <w:rsid w:val="00F97D7F"/>
    <w:rsid w:val="00FA122C"/>
    <w:rsid w:val="00FA3B95"/>
    <w:rsid w:val="00FC1278"/>
    <w:rsid w:val="00FC571E"/>
    <w:rsid w:val="00FC6BEA"/>
    <w:rsid w:val="00FE370D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F53"/>
    <w:rPr>
      <w:rFonts w:ascii="TimesET" w:hAnsi="TimesET"/>
    </w:rPr>
  </w:style>
  <w:style w:type="paragraph" w:styleId="1">
    <w:name w:val="heading 1"/>
    <w:basedOn w:val="a"/>
    <w:next w:val="a"/>
    <w:qFormat/>
    <w:rsid w:val="003A4F53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3A4F53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A4F53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3A4F53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3A4F53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3A4F53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3A4F53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3A4F53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F53"/>
    <w:rPr>
      <w:rFonts w:ascii="TimesET" w:hAnsi="TimesET"/>
    </w:rPr>
  </w:style>
  <w:style w:type="paragraph" w:styleId="1">
    <w:name w:val="heading 1"/>
    <w:basedOn w:val="a"/>
    <w:next w:val="a"/>
    <w:qFormat/>
    <w:rsid w:val="003A4F53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3A4F53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A4F53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3A4F53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3A4F53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3A4F53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3A4F53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3A4F53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72.16.1.110\office_b$\&#1041;&#1083;&#1072;&#1085;&#1082;&#1080;%20&#1055;&#1088;&#1072;&#1074;&#1080;&#1090;&#1077;&#1083;&#1100;&#1089;&#1090;&#1074;&#1072;%20&#1080;%20&#1043;&#1091;&#1073;&#1077;&#1088;&#1085;&#1072;&#1090;&#1086;&#1088;&#1072;\&#1041;&#1083;&#1072;&#1085;&#1082;&#1080;%20&#1055;&#1088;&#1072;&#1074;&#1080;&#1090;&#1077;&#1083;&#1100;&#1089;&#1090;&#1074;&#1072;%20&#1080;%20&#1043;&#1091;&#1073;&#1077;&#1088;&#1085;&#1072;&#1090;&#1086;&#1088;&#1072;\&#1064;&#1040;&#1041;&#1051;&#1054;&#1053;%20&#1055;&#1056;&#1048;&#1051;&#1054;&#1046;&#1045;&#1053;&#1048;&#1071;%20&#1072;&#1083;&#1100;&#1073;&#1086;&#1084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D37759-E911-46B2-8545-E5362A005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0</TotalTime>
  <Pages>4</Pages>
  <Words>500</Words>
  <Characters>3836</Characters>
  <Application>Microsoft Office Word</Application>
  <DocSecurity>0</DocSecurity>
  <Lines>426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Krokoz™</Company>
  <LinksUpToDate>false</LinksUpToDate>
  <CharactersWithSpaces>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ran</dc:creator>
  <cp:lastModifiedBy>Дягилева М.А.</cp:lastModifiedBy>
  <cp:revision>4</cp:revision>
  <cp:lastPrinted>2019-02-05T06:07:00Z</cp:lastPrinted>
  <dcterms:created xsi:type="dcterms:W3CDTF">2019-03-20T16:07:00Z</dcterms:created>
  <dcterms:modified xsi:type="dcterms:W3CDTF">2019-03-27T07:20:00Z</dcterms:modified>
</cp:coreProperties>
</file>